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9264E2" w:rsidRPr="00371F98" w:rsidRDefault="00F44728" w:rsidP="005155D9">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plan indicating the envisaged resources to be mobilised.</w:t>
      </w:r>
      <w:bookmarkStart w:id="0" w:name="_GoBack"/>
      <w:bookmarkEnd w:id="0"/>
    </w:p>
    <w:sectPr w:rsidR="009264E2" w:rsidRPr="00371F98"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6B9" w:rsidRDefault="00BA06B9">
      <w:r>
        <w:separator/>
      </w:r>
    </w:p>
  </w:endnote>
  <w:endnote w:type="continuationSeparator" w:id="0">
    <w:p w:rsidR="00BA06B9" w:rsidRDefault="00BA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371F98">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371F98">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371F98">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371F98">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6B9" w:rsidRDefault="00BA06B9">
      <w:r>
        <w:separator/>
      </w:r>
    </w:p>
  </w:footnote>
  <w:footnote w:type="continuationSeparator" w:id="0">
    <w:p w:rsidR="00BA06B9" w:rsidRDefault="00BA06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71F98"/>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A06B9"/>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37B09D"/>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1151</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Ivan</cp:lastModifiedBy>
  <cp:revision>24</cp:revision>
  <cp:lastPrinted>2012-09-26T12:20:00Z</cp:lastPrinted>
  <dcterms:created xsi:type="dcterms:W3CDTF">2018-12-18T11:17:00Z</dcterms:created>
  <dcterms:modified xsi:type="dcterms:W3CDTF">2020-08-15T20:54:00Z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